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FA" w:rsidRDefault="009C7EFA" w:rsidP="00064647">
      <w:pPr>
        <w:jc w:val="center"/>
        <w:rPr>
          <w:b/>
          <w:bCs/>
        </w:rPr>
      </w:pPr>
      <w:r>
        <w:rPr>
          <w:b/>
          <w:bCs/>
        </w:rPr>
        <w:t>РЕСПУБЛИКА БУРЯТИЯ</w:t>
      </w: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  <w:r>
        <w:rPr>
          <w:b/>
          <w:bCs/>
        </w:rPr>
        <w:t>ПРИБАЙКАЛЬСКИЙ РАЙОН</w:t>
      </w: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  <w:r>
        <w:rPr>
          <w:b/>
          <w:bCs/>
        </w:rPr>
        <w:t>АДМИНИСТРАЦИЯ</w:t>
      </w:r>
    </w:p>
    <w:p w:rsidR="009C7EFA" w:rsidRDefault="009C7EFA" w:rsidP="00027CDB">
      <w:pPr>
        <w:jc w:val="center"/>
        <w:rPr>
          <w:b/>
          <w:bCs/>
        </w:rPr>
      </w:pPr>
      <w:r>
        <w:rPr>
          <w:b/>
          <w:bCs/>
        </w:rPr>
        <w:t>МУНИЦИПАЛЬНОГО ОБРАЗОВАНИЯ «ТАТАУРОВСКОЕ</w:t>
      </w:r>
      <w:r w:rsidRPr="00497650">
        <w:rPr>
          <w:b/>
          <w:bCs/>
        </w:rPr>
        <w:t>»</w:t>
      </w:r>
    </w:p>
    <w:p w:rsidR="009C7EFA" w:rsidRPr="00497650" w:rsidRDefault="009C7EFA" w:rsidP="00027CDB">
      <w:pPr>
        <w:jc w:val="center"/>
        <w:rPr>
          <w:b/>
          <w:bCs/>
        </w:rPr>
      </w:pPr>
      <w:r w:rsidRPr="00497650">
        <w:rPr>
          <w:b/>
          <w:bCs/>
        </w:rPr>
        <w:t>СЕЛЬСКОЕ ПОСЕЛЕНИЕ</w:t>
      </w:r>
    </w:p>
    <w:p w:rsidR="009C7EFA" w:rsidRPr="00497650" w:rsidRDefault="009C7EFA" w:rsidP="00064647">
      <w:pPr>
        <w:jc w:val="center"/>
      </w:pPr>
    </w:p>
    <w:p w:rsidR="009C7EFA" w:rsidRDefault="009C7EFA" w:rsidP="00064647">
      <w:pPr>
        <w:spacing w:line="360" w:lineRule="auto"/>
        <w:jc w:val="center"/>
        <w:rPr>
          <w:b/>
          <w:bCs/>
        </w:rPr>
      </w:pPr>
      <w:r w:rsidRPr="00FE2C19">
        <w:rPr>
          <w:b/>
          <w:bCs/>
        </w:rPr>
        <w:t xml:space="preserve">ПОСТАНОВЛЕНИЕ </w:t>
      </w:r>
    </w:p>
    <w:p w:rsidR="009C7EFA" w:rsidRPr="0031612B" w:rsidRDefault="009C7EFA" w:rsidP="00064647">
      <w:pPr>
        <w:pStyle w:val="2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31612B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15 февраля 2012 г.   № 11</w:t>
      </w:r>
      <w:r w:rsidRPr="0031612B">
        <w:rPr>
          <w:b/>
          <w:bCs/>
          <w:sz w:val="28"/>
          <w:szCs w:val="28"/>
        </w:rPr>
        <w:t xml:space="preserve">                                              </w:t>
      </w:r>
      <w:r>
        <w:rPr>
          <w:b/>
          <w:bCs/>
          <w:sz w:val="28"/>
          <w:szCs w:val="28"/>
        </w:rPr>
        <w:t xml:space="preserve">                              </w:t>
      </w:r>
    </w:p>
    <w:p w:rsidR="009C7EFA" w:rsidRDefault="009C7EFA" w:rsidP="00064647">
      <w:pPr>
        <w:spacing w:before="360"/>
        <w:jc w:val="center"/>
        <w:rPr>
          <w:b/>
          <w:bCs/>
        </w:rPr>
      </w:pPr>
    </w:p>
    <w:p w:rsidR="009C7EFA" w:rsidRPr="00081E63" w:rsidRDefault="009C7EFA" w:rsidP="00064647">
      <w:pPr>
        <w:jc w:val="center"/>
      </w:pPr>
      <w:r>
        <w:rPr>
          <w:b/>
          <w:bCs/>
        </w:rPr>
        <w:t>Об утверждении реестра муниципальных услуг (функций) администрации МО «Татауровское» сельское поселение</w:t>
      </w:r>
    </w:p>
    <w:p w:rsidR="009C7EFA" w:rsidRDefault="009C7EFA" w:rsidP="00064647">
      <w:pPr>
        <w:ind w:firstLine="567"/>
        <w:jc w:val="both"/>
      </w:pPr>
    </w:p>
    <w:p w:rsidR="009C7EFA" w:rsidRDefault="009C7EFA" w:rsidP="000646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г. №210-ФЗ "Об организации предоставления государственных и муниципальных услуг", постановляю:</w:t>
      </w:r>
    </w:p>
    <w:p w:rsidR="009C7EFA" w:rsidRDefault="009C7EFA" w:rsidP="00064647">
      <w:pPr>
        <w:numPr>
          <w:ilvl w:val="0"/>
          <w:numId w:val="1"/>
        </w:numPr>
        <w:tabs>
          <w:tab w:val="center" w:pos="540"/>
        </w:tabs>
        <w:spacing w:line="360" w:lineRule="auto"/>
        <w:jc w:val="both"/>
      </w:pPr>
      <w:r>
        <w:t>Утвердить реестр муниципальных услуг (функций) администрации МО «Татауровское» сельское поселение (Приложение 1).</w:t>
      </w:r>
    </w:p>
    <w:p w:rsidR="009C7EFA" w:rsidRDefault="009C7EFA" w:rsidP="0083731D">
      <w:pPr>
        <w:numPr>
          <w:ilvl w:val="0"/>
          <w:numId w:val="1"/>
        </w:numPr>
        <w:tabs>
          <w:tab w:val="center" w:pos="540"/>
        </w:tabs>
        <w:spacing w:line="360" w:lineRule="auto"/>
        <w:jc w:val="both"/>
      </w:pPr>
      <w:r>
        <w:t>Утвердить перечень муниципальных услуг с элементами межведомственного взаимодействия администрации МО «Татауровское» сельское поселение (Приложение  2).</w:t>
      </w:r>
    </w:p>
    <w:p w:rsidR="009C7EFA" w:rsidRDefault="009C7EFA" w:rsidP="00064647">
      <w:pPr>
        <w:spacing w:line="360" w:lineRule="auto"/>
        <w:ind w:firstLine="695"/>
        <w:jc w:val="both"/>
      </w:pPr>
      <w:r>
        <w:t>3. Контроль за исполнением настоящего распоряжения возложить на главного  специалиста  Помозову О.Н.</w:t>
      </w:r>
    </w:p>
    <w:p w:rsidR="009C7EFA" w:rsidRDefault="009C7EFA" w:rsidP="00064647">
      <w:pPr>
        <w:spacing w:line="360" w:lineRule="auto"/>
        <w:ind w:firstLine="695"/>
        <w:jc w:val="both"/>
      </w:pPr>
      <w:r>
        <w:t>4. Признать утратившим силу:</w:t>
      </w:r>
    </w:p>
    <w:p w:rsidR="009C7EFA" w:rsidRDefault="009C7EFA" w:rsidP="00064647">
      <w:pPr>
        <w:spacing w:line="360" w:lineRule="auto"/>
        <w:ind w:firstLine="695"/>
        <w:jc w:val="both"/>
      </w:pPr>
      <w:r>
        <w:t>- постановление администрации муниципального образования «Татауровское» сельское поселение от 6 апреля.2010г. № 6 « Об утверждении перечня муниципальных услуг,  в администрации муниципального образования» Татауровское» сельское поселение»;</w:t>
      </w:r>
    </w:p>
    <w:p w:rsidR="009C7EFA" w:rsidRDefault="009C7EFA" w:rsidP="00064647">
      <w:pPr>
        <w:spacing w:line="360" w:lineRule="auto"/>
        <w:ind w:firstLine="695"/>
        <w:jc w:val="both"/>
      </w:pPr>
      <w:r>
        <w:t>- постановление администрации муниципального образования  «Татауровское» сельское поселение от 4 октября 2011г.№35 « Об утверждении положения о порядке формирования и ведения реестра муниципальных услуг».</w:t>
      </w:r>
    </w:p>
    <w:p w:rsidR="009C7EFA" w:rsidRDefault="009C7EFA" w:rsidP="00580E79">
      <w:pPr>
        <w:tabs>
          <w:tab w:val="center" w:pos="540"/>
        </w:tabs>
        <w:spacing w:line="360" w:lineRule="auto"/>
      </w:pPr>
      <w:r>
        <w:tab/>
      </w:r>
      <w:r>
        <w:tab/>
        <w:t>5. Настоящее Постановление  вступает в силу с момента официального обнародования.</w:t>
      </w:r>
    </w:p>
    <w:p w:rsidR="009C7EFA" w:rsidRDefault="009C7EFA" w:rsidP="00064647">
      <w:pPr>
        <w:rPr>
          <w:b/>
          <w:bCs/>
        </w:rPr>
      </w:pPr>
      <w:r w:rsidRPr="003838E1">
        <w:rPr>
          <w:b/>
          <w:bCs/>
        </w:rPr>
        <w:t>Глав</w:t>
      </w:r>
      <w:r>
        <w:rPr>
          <w:b/>
          <w:bCs/>
        </w:rPr>
        <w:t>а  муниципального образования</w:t>
      </w:r>
    </w:p>
    <w:p w:rsidR="009C7EFA" w:rsidRPr="003838E1" w:rsidRDefault="009C7EFA" w:rsidP="00064647">
      <w:pPr>
        <w:rPr>
          <w:b/>
          <w:bCs/>
        </w:rPr>
      </w:pPr>
      <w:r>
        <w:rPr>
          <w:b/>
          <w:bCs/>
        </w:rPr>
        <w:t>«Татауровское</w:t>
      </w:r>
      <w:r w:rsidRPr="003838E1">
        <w:rPr>
          <w:b/>
          <w:bCs/>
        </w:rPr>
        <w:t>»</w:t>
      </w:r>
      <w:r>
        <w:rPr>
          <w:b/>
          <w:bCs/>
        </w:rPr>
        <w:t xml:space="preserve"> сельское поселение                               Б.И.Савельев</w:t>
      </w:r>
    </w:p>
    <w:p w:rsidR="009C7EFA" w:rsidRDefault="009C7EFA" w:rsidP="00064647">
      <w:pPr>
        <w:rPr>
          <w:b/>
          <w:bCs/>
        </w:rPr>
      </w:pPr>
      <w:r>
        <w:rPr>
          <w:b/>
          <w:bCs/>
        </w:rPr>
        <w:t xml:space="preserve"> </w:t>
      </w:r>
      <w:r w:rsidRPr="003838E1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           </w:t>
      </w:r>
    </w:p>
    <w:p w:rsidR="009C7EFA" w:rsidRDefault="009C7EFA" w:rsidP="00064647">
      <w:pPr>
        <w:ind w:firstLine="567"/>
        <w:jc w:val="right"/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shd w:val="clear" w:color="auto" w:fill="FFFFFF"/>
        <w:spacing w:line="322" w:lineRule="exact"/>
        <w:ind w:left="10348"/>
        <w:rPr>
          <w:spacing w:val="-12"/>
        </w:rPr>
      </w:pPr>
      <w:r>
        <w:rPr>
          <w:spacing w:val="-12"/>
        </w:rPr>
        <w:t>от  12 декабря  2011 № 16</w:t>
      </w:r>
    </w:p>
    <w:p w:rsidR="009C7EFA" w:rsidRDefault="009C7EFA" w:rsidP="00064647">
      <w:pPr>
        <w:shd w:val="clear" w:color="auto" w:fill="FFFFFF"/>
        <w:spacing w:line="322" w:lineRule="exact"/>
        <w:ind w:left="10348"/>
        <w:rPr>
          <w:spacing w:val="-12"/>
        </w:rPr>
      </w:pPr>
    </w:p>
    <w:p w:rsidR="009C7EFA" w:rsidRDefault="009C7EFA" w:rsidP="00064647">
      <w:pPr>
        <w:shd w:val="clear" w:color="auto" w:fill="FFFFFF"/>
        <w:spacing w:line="322" w:lineRule="exact"/>
        <w:ind w:left="10348"/>
        <w:rPr>
          <w:spacing w:val="-12"/>
        </w:rPr>
      </w:pPr>
    </w:p>
    <w:p w:rsidR="009C7EFA" w:rsidRDefault="009C7EFA" w:rsidP="00064647">
      <w:pPr>
        <w:shd w:val="clear" w:color="auto" w:fill="FFFFFF"/>
        <w:spacing w:line="322" w:lineRule="exact"/>
        <w:ind w:left="10348"/>
        <w:rPr>
          <w:spacing w:val="-12"/>
        </w:rPr>
      </w:pPr>
    </w:p>
    <w:p w:rsidR="009C7EFA" w:rsidRDefault="009C7EFA" w:rsidP="00064647">
      <w:pPr>
        <w:shd w:val="clear" w:color="auto" w:fill="FFFFFF"/>
        <w:spacing w:line="322" w:lineRule="exact"/>
        <w:ind w:left="10348"/>
        <w:rPr>
          <w:spacing w:val="-12"/>
        </w:rPr>
      </w:pPr>
    </w:p>
    <w:p w:rsidR="009C7EFA" w:rsidRDefault="009C7EFA" w:rsidP="00064647">
      <w:pPr>
        <w:shd w:val="clear" w:color="auto" w:fill="FFFFFF"/>
        <w:spacing w:line="322" w:lineRule="exact"/>
        <w:ind w:left="10348"/>
        <w:rPr>
          <w:spacing w:val="-12"/>
        </w:rPr>
      </w:pPr>
    </w:p>
    <w:p w:rsidR="009C7EFA" w:rsidRDefault="009C7EFA" w:rsidP="00064647">
      <w:pPr>
        <w:shd w:val="clear" w:color="auto" w:fill="FFFFFF"/>
        <w:spacing w:line="322" w:lineRule="exact"/>
        <w:ind w:left="10348"/>
        <w:rPr>
          <w:spacing w:val="-12"/>
        </w:rPr>
      </w:pPr>
    </w:p>
    <w:p w:rsidR="009C7EFA" w:rsidRDefault="009C7EFA" w:rsidP="00064647">
      <w:pPr>
        <w:shd w:val="clear" w:color="auto" w:fill="FFFFFF"/>
        <w:spacing w:line="322" w:lineRule="exact"/>
        <w:ind w:left="10348"/>
        <w:rPr>
          <w:spacing w:val="-12"/>
        </w:rPr>
      </w:pPr>
    </w:p>
    <w:p w:rsidR="009C7EFA" w:rsidRDefault="009C7EFA" w:rsidP="00064647">
      <w:pPr>
        <w:shd w:val="clear" w:color="auto" w:fill="FFFFFF"/>
        <w:spacing w:line="322" w:lineRule="exact"/>
        <w:ind w:left="10348"/>
        <w:rPr>
          <w:spacing w:val="-12"/>
        </w:rPr>
      </w:pPr>
    </w:p>
    <w:p w:rsidR="009C7EFA" w:rsidRDefault="009C7EFA" w:rsidP="00064647">
      <w:pPr>
        <w:shd w:val="clear" w:color="auto" w:fill="FFFFFF"/>
        <w:spacing w:line="322" w:lineRule="exact"/>
        <w:ind w:left="10348"/>
        <w:rPr>
          <w:spacing w:val="-12"/>
        </w:rPr>
        <w:sectPr w:rsidR="009C7EFA" w:rsidSect="003508AA">
          <w:pgSz w:w="11907" w:h="16840"/>
          <w:pgMar w:top="540" w:right="851" w:bottom="568" w:left="1701" w:header="720" w:footer="720" w:gutter="0"/>
          <w:cols w:space="720"/>
          <w:formProt w:val="0"/>
        </w:sectPr>
      </w:pPr>
    </w:p>
    <w:p w:rsidR="009C7EFA" w:rsidRDefault="009C7EFA" w:rsidP="009A079B">
      <w:pPr>
        <w:shd w:val="clear" w:color="auto" w:fill="FFFFFF"/>
        <w:spacing w:line="322" w:lineRule="exact"/>
        <w:ind w:left="10348"/>
        <w:jc w:val="right"/>
        <w:rPr>
          <w:spacing w:val="-3"/>
        </w:rPr>
      </w:pPr>
      <w:r>
        <w:rPr>
          <w:spacing w:val="-3"/>
        </w:rPr>
        <w:t>Приложение 1</w:t>
      </w:r>
    </w:p>
    <w:p w:rsidR="009C7EFA" w:rsidRDefault="009C7EFA" w:rsidP="009A079B">
      <w:pPr>
        <w:shd w:val="clear" w:color="auto" w:fill="FFFFFF"/>
        <w:spacing w:line="322" w:lineRule="exact"/>
        <w:rPr>
          <w:spacing w:val="-1"/>
        </w:rPr>
      </w:pPr>
      <w:r>
        <w:rPr>
          <w:spacing w:val="-1"/>
        </w:rPr>
        <w:t xml:space="preserve">                                                                                                                     </w:t>
      </w:r>
      <w:r w:rsidRPr="00363AEA">
        <w:rPr>
          <w:spacing w:val="-1"/>
        </w:rPr>
        <w:t>к поста</w:t>
      </w:r>
      <w:r>
        <w:rPr>
          <w:spacing w:val="-1"/>
        </w:rPr>
        <w:t xml:space="preserve">новлению Главы муниципального образования  </w:t>
      </w:r>
    </w:p>
    <w:p w:rsidR="009C7EFA" w:rsidRPr="009A079B" w:rsidRDefault="009C7EFA" w:rsidP="009A079B">
      <w:pPr>
        <w:shd w:val="clear" w:color="auto" w:fill="FFFFFF"/>
        <w:spacing w:line="322" w:lineRule="exact"/>
        <w:rPr>
          <w:spacing w:val="-3"/>
        </w:rPr>
      </w:pPr>
      <w:r>
        <w:rPr>
          <w:spacing w:val="-1"/>
        </w:rPr>
        <w:t xml:space="preserve">                                                                                                                    «Татауровское</w:t>
      </w:r>
      <w:r w:rsidRPr="00363AEA">
        <w:rPr>
          <w:spacing w:val="-1"/>
        </w:rPr>
        <w:t>» сельское поселение</w:t>
      </w:r>
      <w:r w:rsidRPr="00363AEA">
        <w:rPr>
          <w:spacing w:val="-2"/>
        </w:rPr>
        <w:t xml:space="preserve"> </w:t>
      </w:r>
      <w:r w:rsidRPr="00363AEA">
        <w:rPr>
          <w:spacing w:val="-12"/>
        </w:rPr>
        <w:t xml:space="preserve">от </w:t>
      </w:r>
      <w:r>
        <w:rPr>
          <w:spacing w:val="-12"/>
        </w:rPr>
        <w:t xml:space="preserve"> 15</w:t>
      </w:r>
      <w:r w:rsidRPr="00363AEA">
        <w:rPr>
          <w:spacing w:val="-12"/>
        </w:rPr>
        <w:t>.02 .2012</w:t>
      </w:r>
      <w:r>
        <w:rPr>
          <w:spacing w:val="-12"/>
        </w:rPr>
        <w:t xml:space="preserve"> </w:t>
      </w:r>
      <w:r w:rsidRPr="00363AEA">
        <w:rPr>
          <w:spacing w:val="-12"/>
        </w:rPr>
        <w:t xml:space="preserve">№ </w:t>
      </w:r>
      <w:r>
        <w:rPr>
          <w:spacing w:val="-12"/>
        </w:rPr>
        <w:t>11</w:t>
      </w:r>
    </w:p>
    <w:p w:rsidR="009C7EFA" w:rsidRDefault="009C7EFA" w:rsidP="009A079B">
      <w:pPr>
        <w:shd w:val="clear" w:color="auto" w:fill="FFFFFF"/>
        <w:spacing w:line="322" w:lineRule="exact"/>
        <w:ind w:left="10348"/>
        <w:rPr>
          <w:spacing w:val="-3"/>
        </w:rPr>
      </w:pPr>
      <w:r>
        <w:rPr>
          <w:b/>
          <w:bCs/>
        </w:rPr>
        <w:t xml:space="preserve">                                                                                              </w:t>
      </w:r>
    </w:p>
    <w:p w:rsidR="009C7EFA" w:rsidRDefault="009C7EFA" w:rsidP="0083731D">
      <w:pPr>
        <w:shd w:val="clear" w:color="auto" w:fill="FFFFFF"/>
        <w:spacing w:line="322" w:lineRule="exact"/>
        <w:jc w:val="center"/>
        <w:rPr>
          <w:spacing w:val="-3"/>
        </w:rPr>
      </w:pPr>
    </w:p>
    <w:p w:rsidR="009C7EFA" w:rsidRDefault="009C7EFA" w:rsidP="0083731D">
      <w:pPr>
        <w:shd w:val="clear" w:color="auto" w:fill="FFFFFF"/>
        <w:spacing w:line="322" w:lineRule="exact"/>
        <w:jc w:val="center"/>
        <w:rPr>
          <w:b/>
          <w:bCs/>
          <w:color w:val="000000"/>
        </w:rPr>
      </w:pPr>
      <w:r w:rsidRPr="00363AEA">
        <w:rPr>
          <w:b/>
          <w:bCs/>
          <w:color w:val="000000"/>
        </w:rPr>
        <w:t>Реестр муниципальных услуг (функций)</w:t>
      </w:r>
    </w:p>
    <w:p w:rsidR="009C7EFA" w:rsidRPr="00363AEA" w:rsidRDefault="009C7EFA" w:rsidP="0083731D">
      <w:pPr>
        <w:shd w:val="clear" w:color="auto" w:fill="FFFFFF"/>
        <w:spacing w:line="322" w:lineRule="exact"/>
        <w:jc w:val="center"/>
      </w:pPr>
      <w:r>
        <w:rPr>
          <w:b/>
          <w:bCs/>
          <w:color w:val="000000"/>
        </w:rPr>
        <w:t>Администрации муниципального образования «Татауровское</w:t>
      </w:r>
      <w:r w:rsidRPr="00363AEA">
        <w:rPr>
          <w:b/>
          <w:bCs/>
          <w:color w:val="000000"/>
        </w:rPr>
        <w:t>» сельское поселение</w:t>
      </w:r>
    </w:p>
    <w:tbl>
      <w:tblPr>
        <w:tblW w:w="18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8"/>
        <w:gridCol w:w="29"/>
        <w:gridCol w:w="4961"/>
        <w:gridCol w:w="4989"/>
        <w:gridCol w:w="4794"/>
        <w:gridCol w:w="3193"/>
      </w:tblGrid>
      <w:tr w:rsidR="009C7EFA" w:rsidRPr="00363AEA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 w:rsidRPr="00363AEA">
              <w:rPr>
                <w:color w:val="000000"/>
              </w:rPr>
              <w:t>№ п/п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 w:rsidRPr="00363AEA">
              <w:rPr>
                <w:color w:val="000000"/>
              </w:rPr>
              <w:t>Наименование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 w:rsidRPr="00363AEA">
              <w:rPr>
                <w:color w:val="000000"/>
              </w:rPr>
              <w:t>Реквизиты нормативно - правовых актов, устанавливающих полномочие по предоставлению услуги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 w:rsidRPr="00363AEA">
              <w:rPr>
                <w:color w:val="000000"/>
              </w:rPr>
              <w:t>Орган местного самоуправления, организации предоставляющие муниципальную услугу</w:t>
            </w:r>
          </w:p>
        </w:tc>
        <w:tc>
          <w:tcPr>
            <w:tcW w:w="3193" w:type="dxa"/>
            <w:tcBorders>
              <w:lef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</w:pPr>
          </w:p>
        </w:tc>
      </w:tr>
      <w:tr w:rsidR="009C7EFA" w:rsidRPr="00363AEA">
        <w:trPr>
          <w:gridAfter w:val="1"/>
          <w:wAfter w:w="3193" w:type="dxa"/>
        </w:trPr>
        <w:tc>
          <w:tcPr>
            <w:tcW w:w="1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363AEA">
              <w:rPr>
                <w:b/>
                <w:bCs/>
                <w:color w:val="000000"/>
              </w:rPr>
              <w:t>Муниципальные услуги</w:t>
            </w:r>
          </w:p>
        </w:tc>
      </w:tr>
      <w:tr w:rsidR="009C7EFA" w:rsidRPr="00363AEA">
        <w:trPr>
          <w:gridAfter w:val="1"/>
          <w:wAfter w:w="3193" w:type="dxa"/>
          <w:trHeight w:val="70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 w:rsidRPr="00363AEA">
              <w:rPr>
                <w:color w:val="000000"/>
              </w:rPr>
              <w:t>1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ind w:right="142"/>
              <w:jc w:val="both"/>
              <w:rPr>
                <w:color w:val="000000"/>
              </w:rPr>
            </w:pPr>
            <w:r w:rsidRPr="00363AEA">
              <w:rPr>
                <w:color w:val="000000"/>
              </w:rPr>
              <w:t>Предоставление малоимущим гражданам,  проживающим в поселении и нуждающимся в улучшении жилищных условий, жилых помещений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tabs>
                <w:tab w:val="left" w:pos="0"/>
              </w:tabs>
              <w:suppressAutoHyphens/>
              <w:snapToGrid w:val="0"/>
              <w:ind w:right="172"/>
              <w:jc w:val="both"/>
              <w:rPr>
                <w:color w:val="000000"/>
              </w:rPr>
            </w:pPr>
            <w:r w:rsidRPr="00363AEA">
              <w:rPr>
                <w:color w:val="000000"/>
              </w:rPr>
              <w:t xml:space="preserve"> </w:t>
            </w:r>
            <w:r w:rsidRPr="00363AEA">
              <w:t>Жилищный кодекс РФ, Федеральный закон от 06 октября 2003 г. N 131-ФЗ «Об общих принципах организации местного самоуправления в Российской Федерации», Федеральный закон от 27.07.2006 года  № 152-ФЗ «О персональных данных», Закон РБ № 1732-</w:t>
            </w:r>
            <w:r w:rsidRPr="00363AEA">
              <w:rPr>
                <w:lang w:val="en-US"/>
              </w:rPr>
              <w:t>III</w:t>
            </w:r>
            <w:r w:rsidRPr="00363AEA">
              <w:t xml:space="preserve"> от 07.07.2006 года, Закон РБ № 1440-</w:t>
            </w:r>
            <w:r w:rsidRPr="00363AEA">
              <w:rPr>
                <w:lang w:val="en-US"/>
              </w:rPr>
              <w:t>III</w:t>
            </w:r>
            <w:r w:rsidRPr="00363AEA">
              <w:t xml:space="preserve"> от 29.12.2005 года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tabs>
                <w:tab w:val="left" w:pos="0"/>
              </w:tabs>
              <w:suppressAutoHyphens/>
              <w:snapToGrid w:val="0"/>
              <w:ind w:right="172"/>
              <w:jc w:val="both"/>
              <w:rPr>
                <w:color w:val="000000"/>
              </w:rPr>
            </w:pPr>
            <w:r>
              <w:t>Администрация МО «Татауровское</w:t>
            </w:r>
            <w:r w:rsidRPr="00363AEA">
              <w:t>» сельское поселение</w:t>
            </w:r>
          </w:p>
        </w:tc>
      </w:tr>
      <w:tr w:rsidR="009C7EFA" w:rsidRPr="00363AEA">
        <w:trPr>
          <w:gridAfter w:val="1"/>
          <w:wAfter w:w="3193" w:type="dxa"/>
          <w:trHeight w:val="70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 w:rsidRPr="00363AEA">
              <w:rPr>
                <w:color w:val="000000"/>
              </w:rPr>
              <w:t>2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both"/>
              <w:rPr>
                <w:color w:val="000000"/>
              </w:rPr>
            </w:pPr>
            <w:r w:rsidRPr="00363AEA">
              <w:rPr>
                <w:color w:val="000000"/>
              </w:rPr>
              <w:t xml:space="preserve">Предоставление информации об очередности предоставления жилых помещений на условиях социального найма 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tabs>
                <w:tab w:val="left" w:pos="0"/>
              </w:tabs>
              <w:autoSpaceDE w:val="0"/>
              <w:snapToGrid w:val="0"/>
              <w:ind w:left="161" w:right="172"/>
              <w:jc w:val="both"/>
              <w:rPr>
                <w:color w:val="000000"/>
              </w:rPr>
            </w:pPr>
            <w:r w:rsidRPr="00363AEA">
              <w:t>Жилищный кодекс РФ, Федеральный закон от 06 октября 2003 г. N 131-ФЗ «Об общих принципах организации местного самоуправления в Российской Федерации», Федеральный закон от 27.07.2006 года  № 152-ФЗ «О персональных данных», ФЗ № 59 от 02.05.2006 года, Закон РБ № 1732-</w:t>
            </w:r>
            <w:r w:rsidRPr="00363AEA">
              <w:rPr>
                <w:lang w:val="en-US"/>
              </w:rPr>
              <w:t>III</w:t>
            </w:r>
            <w:r w:rsidRPr="00363AEA">
              <w:t xml:space="preserve"> от 07.07.2006 года, Закон РБ № 1440-</w:t>
            </w:r>
            <w:r w:rsidRPr="00363AEA">
              <w:rPr>
                <w:lang w:val="en-US"/>
              </w:rPr>
              <w:t>III</w:t>
            </w:r>
            <w:r w:rsidRPr="00363AEA">
              <w:t xml:space="preserve"> от 29.12.2005 года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tabs>
                <w:tab w:val="left" w:pos="0"/>
              </w:tabs>
              <w:autoSpaceDE w:val="0"/>
              <w:snapToGrid w:val="0"/>
              <w:ind w:left="161" w:right="172"/>
              <w:jc w:val="both"/>
            </w:pPr>
            <w:r>
              <w:t>Администрация МО «Татауровское</w:t>
            </w:r>
            <w:r w:rsidRPr="00363AEA">
              <w:t>» сельское поселение</w:t>
            </w:r>
          </w:p>
        </w:tc>
      </w:tr>
      <w:tr w:rsidR="009C7EFA" w:rsidRPr="00363AEA">
        <w:trPr>
          <w:gridAfter w:val="1"/>
          <w:wAfter w:w="3193" w:type="dxa"/>
          <w:trHeight w:val="70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 w:rsidRPr="00363AEA">
              <w:rPr>
                <w:color w:val="000000"/>
              </w:rPr>
              <w:t>3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rPr>
                <w:color w:val="000000"/>
              </w:rPr>
            </w:pPr>
            <w:r w:rsidRPr="00363AEA">
              <w:rPr>
                <w:color w:val="000000"/>
              </w:rPr>
              <w:t>Предоставление сведений из похозяйственных книг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tabs>
                <w:tab w:val="left" w:pos="0"/>
              </w:tabs>
              <w:autoSpaceDE w:val="0"/>
              <w:snapToGrid w:val="0"/>
              <w:ind w:left="161" w:right="172"/>
              <w:jc w:val="both"/>
              <w:rPr>
                <w:color w:val="000000"/>
              </w:rPr>
            </w:pPr>
            <w:r w:rsidRPr="00363AEA">
              <w:t>Федеральный закон от 06 октября 2003 г. N 131-ФЗ «Об общих принципах организации местного самоуправления в Российской Федерации», Федеральный закон от 27.07.2006 года  № 152-ФЗ «О персональных данных», ФЗ № 59 от 02.05.2006 года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tabs>
                <w:tab w:val="left" w:pos="0"/>
              </w:tabs>
              <w:autoSpaceDE w:val="0"/>
              <w:snapToGrid w:val="0"/>
              <w:ind w:left="161" w:right="172"/>
              <w:jc w:val="both"/>
            </w:pPr>
            <w:r>
              <w:t>Администрация МО «Татауровское</w:t>
            </w:r>
            <w:r w:rsidRPr="00363AEA">
              <w:t>» сельское поселение</w:t>
            </w:r>
          </w:p>
        </w:tc>
      </w:tr>
      <w:tr w:rsidR="009C7EFA" w:rsidRPr="00363AEA">
        <w:trPr>
          <w:gridAfter w:val="1"/>
          <w:wAfter w:w="3193" w:type="dxa"/>
          <w:trHeight w:val="70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 w:rsidRPr="00363AEA">
              <w:rPr>
                <w:color w:val="000000"/>
              </w:rPr>
              <w:t>4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jc w:val="both"/>
            </w:pPr>
            <w:r w:rsidRPr="00363AEA">
              <w:t xml:space="preserve">Согласование, присвоение наименований, переименования улиц, площадей, других </w:t>
            </w:r>
          </w:p>
          <w:p w:rsidR="009C7EFA" w:rsidRPr="00363AEA" w:rsidRDefault="009C7EFA" w:rsidP="00E13ED9">
            <w:r w:rsidRPr="00363AEA">
              <w:t>составных частей, а также установка мемориальных досок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tabs>
                <w:tab w:val="left" w:pos="0"/>
              </w:tabs>
              <w:autoSpaceDE w:val="0"/>
              <w:snapToGrid w:val="0"/>
              <w:ind w:left="161" w:right="172"/>
              <w:jc w:val="both"/>
              <w:rPr>
                <w:color w:val="000000"/>
              </w:rPr>
            </w:pPr>
            <w:r w:rsidRPr="00363AEA">
              <w:t>Федеральный закон от 06 октября 2003 г. N 131-ФЗ «Об общих принципах организации местного самоуправления в Российской Федерации», Федеральный закон от 27.07.2006 года  № 152-ФЗ «О персональных данных», ФЗ № 59 от 02.05.2006 года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tabs>
                <w:tab w:val="left" w:pos="0"/>
              </w:tabs>
              <w:autoSpaceDE w:val="0"/>
              <w:snapToGrid w:val="0"/>
              <w:ind w:left="161" w:right="172"/>
              <w:jc w:val="both"/>
            </w:pPr>
            <w:r>
              <w:t>Администрация МО «Татауровское</w:t>
            </w:r>
            <w:r w:rsidRPr="00363AEA">
              <w:t>» сельское поселение</w:t>
            </w:r>
          </w:p>
        </w:tc>
      </w:tr>
      <w:tr w:rsidR="009C7EFA" w:rsidRPr="00363AEA">
        <w:trPr>
          <w:gridAfter w:val="1"/>
          <w:wAfter w:w="3193" w:type="dxa"/>
          <w:trHeight w:val="26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 w:rsidRPr="00363AEA">
              <w:rPr>
                <w:color w:val="000000"/>
              </w:rPr>
              <w:t>5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</w:pPr>
            <w:r w:rsidRPr="00363AEA">
              <w:t>Предоставление сведений о совместно проживающих и зарегистрированных членах семьи, в жилых помещениях, предоставленных по договорам социального найма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tabs>
                <w:tab w:val="left" w:pos="0"/>
              </w:tabs>
              <w:autoSpaceDE w:val="0"/>
              <w:snapToGrid w:val="0"/>
              <w:ind w:left="34"/>
              <w:jc w:val="both"/>
              <w:rPr>
                <w:color w:val="000000"/>
              </w:rPr>
            </w:pPr>
            <w:r w:rsidRPr="00363AEA">
              <w:t>Федеральный закон от 06 октября 2003 г. N 131-ФЗ «Об общих принципах организации местного самоуправления в Российской Федерации», Федеральный закон от 27.07.2006 года  № 152-ФЗ «О персональных данных»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tabs>
                <w:tab w:val="left" w:pos="0"/>
              </w:tabs>
              <w:autoSpaceDE w:val="0"/>
              <w:snapToGrid w:val="0"/>
              <w:ind w:left="34"/>
              <w:jc w:val="both"/>
            </w:pPr>
            <w:r>
              <w:t>Администрация МО «Татауровское</w:t>
            </w:r>
            <w:r w:rsidRPr="00363AEA">
              <w:t>» сельское поселение</w:t>
            </w:r>
          </w:p>
        </w:tc>
      </w:tr>
      <w:tr w:rsidR="009C7EFA" w:rsidRPr="00363AEA">
        <w:trPr>
          <w:gridAfter w:val="1"/>
          <w:wAfter w:w="3193" w:type="dxa"/>
          <w:trHeight w:val="70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rPr>
                <w:color w:val="000000"/>
              </w:rPr>
            </w:pPr>
            <w:r w:rsidRPr="00363AEA">
              <w:rPr>
                <w:color w:val="000000"/>
              </w:rPr>
              <w:t xml:space="preserve">Определение потребности граждан в древесине для собственных нужд 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both"/>
              <w:rPr>
                <w:color w:val="000000"/>
              </w:rPr>
            </w:pPr>
            <w:r w:rsidRPr="00363AEA">
              <w:t>Федеральный закон от 06 октября 2003 г. N 131-ФЗ «Об общих принципах организации местного самоуправления в Российской Федерации», Закон Республики Бурятия № 2455- ΙΙΙ от 29.08.2007 года «О порядке и нормативах заготовки гражданами  древесины для собственных нужд», ФЗ № 59 от 02.05.2006 года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autoSpaceDE w:val="0"/>
              <w:snapToGrid w:val="0"/>
              <w:jc w:val="both"/>
            </w:pPr>
            <w:r w:rsidRPr="00363AEA">
              <w:t>Ад</w:t>
            </w:r>
            <w:r>
              <w:t>министрация МО «Татауровское</w:t>
            </w:r>
            <w:r w:rsidRPr="00363AEA">
              <w:t>» сельское поселение</w:t>
            </w:r>
          </w:p>
        </w:tc>
      </w:tr>
      <w:tr w:rsidR="009C7EFA" w:rsidRPr="00363AEA">
        <w:trPr>
          <w:gridAfter w:val="1"/>
          <w:wAfter w:w="3193" w:type="dxa"/>
          <w:trHeight w:val="70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</w:pPr>
            <w:r w:rsidRPr="00363AEA">
              <w:t>Признание в установленном порядке жилых помещений муниципального жилищного фонда не пригодных для проживания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ind w:right="309"/>
              <w:jc w:val="both"/>
              <w:rPr>
                <w:color w:val="000000"/>
              </w:rPr>
            </w:pPr>
            <w:r w:rsidRPr="00363AEA">
              <w:t>Федеральный закон от 06 октября 2003 г. N 131-ФЗ «Об общих принципах организации местного самоуправления в Российской Федерации», Постановление Правительства РФ № 47 от 28.01.2006 года, ФЗ № 59 от 02.05.2006 года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autoSpaceDE w:val="0"/>
              <w:snapToGrid w:val="0"/>
              <w:ind w:right="143"/>
              <w:jc w:val="both"/>
            </w:pPr>
            <w:r>
              <w:t>Администрация МО «Татауровское</w:t>
            </w:r>
            <w:r w:rsidRPr="00363AEA">
              <w:t>» сельское поселение</w:t>
            </w:r>
          </w:p>
        </w:tc>
      </w:tr>
      <w:tr w:rsidR="009C7EFA" w:rsidRPr="00363AEA">
        <w:trPr>
          <w:gridAfter w:val="1"/>
          <w:wAfter w:w="3193" w:type="dxa"/>
          <w:trHeight w:val="70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</w:pPr>
            <w:r w:rsidRPr="00363AEA">
              <w:t xml:space="preserve">Предоставление </w:t>
            </w:r>
            <w:r>
              <w:t>муниципального имущества в аренду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jc w:val="center"/>
            </w:pPr>
            <w:r w:rsidRPr="00363AEA">
              <w:t>Федеральный закон от 06 октября 2003 г. N 131-ФЗ «Об общих принципах организации местного самоуправления в Российской Федерации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jc w:val="both"/>
            </w:pPr>
            <w:r>
              <w:t>Администрация МО «Татауровское</w:t>
            </w:r>
            <w:r w:rsidRPr="00363AEA">
              <w:t>» сельское поселение</w:t>
            </w:r>
          </w:p>
        </w:tc>
      </w:tr>
      <w:tr w:rsidR="009C7EFA" w:rsidRPr="00363AEA">
        <w:trPr>
          <w:trHeight w:val="707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r w:rsidRPr="00363AEA">
              <w:t>Выдача разрешения на вырубку деревьев, кустарников, уничтожение (перекопку) газонов, цветников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jc w:val="center"/>
            </w:pPr>
            <w:r w:rsidRPr="00363AEA">
              <w:t>Федеральный закон от 06 октября 2003 г. N 131-ФЗ «Об общих принципах организации местного самоуправления в Российской Федерации», ФЗ № 59 от 02.05.2006 года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jc w:val="both"/>
            </w:pPr>
            <w:r>
              <w:t>Администрация МО«Татауровское</w:t>
            </w:r>
            <w:r w:rsidRPr="00363AEA">
              <w:t>» сельское поселение</w:t>
            </w:r>
          </w:p>
        </w:tc>
        <w:tc>
          <w:tcPr>
            <w:tcW w:w="3193" w:type="dxa"/>
            <w:tcBorders>
              <w:lef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</w:pPr>
          </w:p>
        </w:tc>
      </w:tr>
      <w:tr w:rsidR="009C7EFA" w:rsidRPr="00363AEA">
        <w:trPr>
          <w:trHeight w:val="707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</w:pPr>
            <w:r w:rsidRPr="00363AEA">
              <w:t>Сведение по предоставлению архивных документов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both"/>
            </w:pPr>
            <w:r w:rsidRPr="00363AEA">
              <w:t xml:space="preserve">- ФЗ от 02.05.2006 № 59-ФЗ «О порядке рассмотрения обращений граждан РФ» </w:t>
            </w:r>
          </w:p>
          <w:p w:rsidR="009C7EFA" w:rsidRPr="00363AEA" w:rsidRDefault="009C7EFA" w:rsidP="00E13ED9">
            <w:pPr>
              <w:snapToGrid w:val="0"/>
              <w:jc w:val="both"/>
            </w:pPr>
            <w:r w:rsidRPr="00363AEA">
              <w:t>- Закон РБ от 23.11.2006 № 1957-</w:t>
            </w:r>
            <w:r w:rsidRPr="00363AEA">
              <w:rPr>
                <w:lang w:val="en-US"/>
              </w:rPr>
              <w:t>III</w:t>
            </w:r>
            <w:r w:rsidRPr="00363AEA">
              <w:t xml:space="preserve"> «Об архивном деле в Республике Бурятия» 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both"/>
            </w:pPr>
            <w:r>
              <w:t>Администрация МО «Татауровское</w:t>
            </w:r>
            <w:r w:rsidRPr="00363AEA">
              <w:t>» сельское поселение</w:t>
            </w:r>
          </w:p>
        </w:tc>
        <w:tc>
          <w:tcPr>
            <w:tcW w:w="3193" w:type="dxa"/>
            <w:tcBorders>
              <w:lef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</w:pPr>
          </w:p>
        </w:tc>
      </w:tr>
      <w:tr w:rsidR="009C7EFA" w:rsidRPr="00363AEA">
        <w:trPr>
          <w:trHeight w:val="707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1D77D1">
            <w:pPr>
              <w:snapToGrid w:val="0"/>
              <w:rPr>
                <w:color w:val="000000"/>
              </w:rPr>
            </w:pPr>
            <w:r w:rsidRPr="00363AEA">
              <w:rPr>
                <w:color w:val="000000"/>
              </w:rPr>
              <w:t>Рассмотрения обращения граждан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1D77D1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363AEA">
              <w:t xml:space="preserve">Федеральный закон РФ от 2.05.2006г №59-ФЗ « О порядке рассмотрения обращений граждан Российской Федерации  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1D77D1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363AEA">
              <w:t xml:space="preserve">Администрация МО </w:t>
            </w:r>
            <w:r>
              <w:t>«Татауровское</w:t>
            </w:r>
            <w:r w:rsidRPr="00363AEA">
              <w:t>» сельское поселение</w:t>
            </w:r>
          </w:p>
        </w:tc>
        <w:tc>
          <w:tcPr>
            <w:tcW w:w="3193" w:type="dxa"/>
            <w:tcBorders>
              <w:lef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</w:pPr>
          </w:p>
        </w:tc>
      </w:tr>
      <w:tr w:rsidR="009C7EFA" w:rsidRPr="00363AEA">
        <w:trPr>
          <w:trHeight w:val="707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  <w:rPr>
                <w:color w:val="000000"/>
              </w:rPr>
            </w:pPr>
            <w:r w:rsidRPr="00363AEA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1D77D1">
            <w:pPr>
              <w:snapToGrid w:val="0"/>
              <w:jc w:val="center"/>
              <w:rPr>
                <w:color w:val="000000"/>
              </w:rPr>
            </w:pPr>
            <w:r w:rsidRPr="00363AEA">
              <w:t>Перевод земель или земельных участков в части разрешенного использования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1D77D1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Федеральный закон от 06 октября 2003 года № 131-ФЗ «Об общих принципах организации местного самоуправления в Российской  Федерации»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1D77D1">
            <w:pPr>
              <w:autoSpaceDE w:val="0"/>
              <w:autoSpaceDN w:val="0"/>
              <w:adjustRightInd w:val="0"/>
              <w:jc w:val="both"/>
              <w:outlineLvl w:val="0"/>
            </w:pPr>
            <w:r w:rsidRPr="00363AEA">
              <w:t xml:space="preserve">Администрация МО </w:t>
            </w:r>
            <w:r>
              <w:t>«Татауровское</w:t>
            </w:r>
            <w:r w:rsidRPr="00363AEA">
              <w:t>» сельское поселение</w:t>
            </w:r>
          </w:p>
        </w:tc>
        <w:tc>
          <w:tcPr>
            <w:tcW w:w="3193" w:type="dxa"/>
            <w:tcBorders>
              <w:lef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</w:pPr>
          </w:p>
        </w:tc>
      </w:tr>
      <w:tr w:rsidR="009C7EFA" w:rsidRPr="00363AEA">
        <w:trPr>
          <w:trHeight w:val="707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  <w:rPr>
                <w:color w:val="000000"/>
              </w:rPr>
            </w:pPr>
            <w:r w:rsidRPr="00363AEA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1D77D1">
            <w:pPr>
              <w:snapToGrid w:val="0"/>
              <w:rPr>
                <w:color w:val="000000"/>
              </w:rPr>
            </w:pPr>
            <w:r w:rsidRPr="00363AEA">
              <w:rPr>
                <w:color w:val="000000"/>
              </w:rPr>
              <w:t xml:space="preserve">Присвоение </w:t>
            </w:r>
            <w:r>
              <w:rPr>
                <w:color w:val="000000"/>
              </w:rPr>
              <w:t>(уточнение)адресов объектам недвижимого имущества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1D77D1">
            <w:pPr>
              <w:autoSpaceDE w:val="0"/>
              <w:autoSpaceDN w:val="0"/>
              <w:adjustRightInd w:val="0"/>
              <w:jc w:val="both"/>
              <w:outlineLvl w:val="0"/>
            </w:pPr>
            <w:r w:rsidRPr="00363AEA">
              <w:t>Пункт 21 часть 1 статьи 14 ФЗ от 06.10.2003 года № 131-ФЗ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1D77D1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Администрация МО «Татауровское</w:t>
            </w:r>
            <w:r w:rsidRPr="00363AEA">
              <w:t>» сельское поселение</w:t>
            </w:r>
          </w:p>
        </w:tc>
        <w:tc>
          <w:tcPr>
            <w:tcW w:w="3193" w:type="dxa"/>
            <w:tcBorders>
              <w:lef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</w:pPr>
          </w:p>
        </w:tc>
      </w:tr>
      <w:tr w:rsidR="009C7EFA" w:rsidRPr="00363AEA">
        <w:trPr>
          <w:gridAfter w:val="1"/>
          <w:wAfter w:w="3193" w:type="dxa"/>
          <w:trHeight w:val="707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ind w:left="161" w:right="29" w:firstLine="112"/>
              <w:jc w:val="center"/>
              <w:rPr>
                <w:b/>
                <w:bCs/>
              </w:rPr>
            </w:pPr>
            <w:r w:rsidRPr="00363AEA">
              <w:rPr>
                <w:b/>
                <w:bCs/>
              </w:rPr>
              <w:t>Услуги, которые являются необходимыми и обязательными для предоставления муниципальных услуг</w:t>
            </w:r>
          </w:p>
        </w:tc>
      </w:tr>
      <w:tr w:rsidR="009C7EFA" w:rsidRPr="00363AEA">
        <w:trPr>
          <w:trHeight w:val="707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jc w:val="both"/>
              <w:rPr>
                <w:color w:val="00000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pPr>
              <w:snapToGrid w:val="0"/>
              <w:ind w:left="161" w:right="172"/>
              <w:jc w:val="center"/>
              <w:rPr>
                <w:color w:val="000000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ind w:left="161" w:right="172"/>
              <w:jc w:val="center"/>
              <w:rPr>
                <w:color w:val="000000"/>
              </w:rPr>
            </w:pPr>
          </w:p>
        </w:tc>
        <w:tc>
          <w:tcPr>
            <w:tcW w:w="3193" w:type="dxa"/>
            <w:tcBorders>
              <w:lef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</w:pPr>
          </w:p>
        </w:tc>
      </w:tr>
      <w:tr w:rsidR="009C7EFA" w:rsidRPr="00363AEA">
        <w:trPr>
          <w:trHeight w:val="707"/>
        </w:trPr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ind w:left="161" w:right="172"/>
              <w:jc w:val="center"/>
              <w:rPr>
                <w:color w:val="000000"/>
              </w:rPr>
            </w:pPr>
            <w:r w:rsidRPr="00363AEA">
              <w:rPr>
                <w:b/>
                <w:bCs/>
              </w:rPr>
              <w:t>Услуги, оказываемые муниципальными учреждениями  и иными организациями, в которых размещается муниципальное задание (заказ), выполняемое (выполняемый) за счет с</w:t>
            </w:r>
            <w:r>
              <w:rPr>
                <w:b/>
                <w:bCs/>
              </w:rPr>
              <w:t>редств бюджета МО «Таловское</w:t>
            </w:r>
            <w:r w:rsidRPr="00363AEA">
              <w:rPr>
                <w:b/>
                <w:bCs/>
              </w:rPr>
              <w:t>» сельское поселение</w:t>
            </w:r>
          </w:p>
        </w:tc>
        <w:tc>
          <w:tcPr>
            <w:tcW w:w="3193" w:type="dxa"/>
            <w:tcBorders>
              <w:lef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</w:pPr>
          </w:p>
        </w:tc>
      </w:tr>
      <w:tr w:rsidR="009C7EFA" w:rsidRPr="00363AEA">
        <w:trPr>
          <w:trHeight w:val="31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</w:pPr>
            <w:r w:rsidRPr="00363AEA">
              <w:t>1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710F6">
            <w:r w:rsidRPr="00363AEA">
              <w:t>Организация библиотечного обслуживания населения, комплектование и обеспечение сохранности библиотечных фондов поселения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r w:rsidRPr="00363AEA">
              <w:t xml:space="preserve"> ФЗ от 06.10.2003 года № 131-ФЗ, Распоряжение Правительства РФ от 17.12.2009 года № 1993-р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Pr="00363AEA" w:rsidRDefault="009C7EFA" w:rsidP="00E13ED9">
            <w:r>
              <w:t>Сельские библиотеки станция Татаурово, село Старое Татаурово, село Еловка</w:t>
            </w:r>
          </w:p>
        </w:tc>
        <w:tc>
          <w:tcPr>
            <w:tcW w:w="3193" w:type="dxa"/>
            <w:tcBorders>
              <w:lef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</w:pPr>
          </w:p>
        </w:tc>
      </w:tr>
      <w:tr w:rsidR="009C7EFA" w:rsidRPr="00363AEA">
        <w:trPr>
          <w:trHeight w:val="31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Default="009C7EFA" w:rsidP="00E13ED9">
            <w:pPr>
              <w:snapToGrid w:val="0"/>
              <w:jc w:val="center"/>
            </w:pPr>
          </w:p>
          <w:p w:rsidR="009C7EFA" w:rsidRPr="00363AEA" w:rsidRDefault="009C7EFA" w:rsidP="00E13ED9">
            <w:pPr>
              <w:snapToGrid w:val="0"/>
              <w:jc w:val="center"/>
            </w:pPr>
            <w:r>
              <w:t>2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710F6">
            <w:r>
              <w:t>Организация досуга и обеспечение жителей поселения услугами организаций культуры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FA" w:rsidRPr="00363AEA" w:rsidRDefault="009C7EFA" w:rsidP="00E13ED9">
            <w:r w:rsidRPr="00363AEA">
              <w:t>ФЗ от 06.10.2003 года № 131-ФЗ, Распоряжение Правительства РФ от 17.12.2009 года № 1993-р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FA" w:rsidRDefault="009C7EFA" w:rsidP="00E13ED9">
            <w:r>
              <w:t>ДК «Горизонт станция Татаурово,</w:t>
            </w:r>
          </w:p>
          <w:p w:rsidR="009C7EFA" w:rsidRDefault="009C7EFA" w:rsidP="00E13ED9">
            <w:r>
              <w:t>ДК «Маяк» село Старое Татаурово,</w:t>
            </w:r>
          </w:p>
          <w:p w:rsidR="009C7EFA" w:rsidRDefault="009C7EFA" w:rsidP="00E13ED9">
            <w:r>
              <w:t>Еловский сельский клуб</w:t>
            </w:r>
          </w:p>
        </w:tc>
        <w:tc>
          <w:tcPr>
            <w:tcW w:w="3193" w:type="dxa"/>
            <w:tcBorders>
              <w:left w:val="single" w:sz="4" w:space="0" w:color="auto"/>
            </w:tcBorders>
            <w:vAlign w:val="center"/>
          </w:tcPr>
          <w:p w:rsidR="009C7EFA" w:rsidRPr="00363AEA" w:rsidRDefault="009C7EFA" w:rsidP="00E13ED9">
            <w:pPr>
              <w:snapToGrid w:val="0"/>
              <w:jc w:val="center"/>
            </w:pPr>
          </w:p>
        </w:tc>
      </w:tr>
    </w:tbl>
    <w:p w:rsidR="009C7EFA" w:rsidRDefault="009C7EFA" w:rsidP="00064647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</w:t>
      </w: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064647">
      <w:pPr>
        <w:jc w:val="center"/>
        <w:rPr>
          <w:b/>
          <w:bCs/>
        </w:rPr>
      </w:pPr>
    </w:p>
    <w:p w:rsidR="009C7EFA" w:rsidRDefault="009C7EFA" w:rsidP="009A079B">
      <w:pPr>
        <w:shd w:val="clear" w:color="auto" w:fill="FFFFFF"/>
        <w:spacing w:line="322" w:lineRule="exact"/>
        <w:ind w:left="10348"/>
        <w:jc w:val="right"/>
        <w:rPr>
          <w:spacing w:val="-3"/>
        </w:rPr>
      </w:pPr>
      <w:bookmarkStart w:id="0" w:name="_GoBack"/>
      <w:bookmarkEnd w:id="0"/>
      <w:r>
        <w:rPr>
          <w:spacing w:val="-3"/>
        </w:rPr>
        <w:t>Приложение 2</w:t>
      </w:r>
    </w:p>
    <w:p w:rsidR="009C7EFA" w:rsidRDefault="009C7EFA" w:rsidP="009A079B">
      <w:pPr>
        <w:shd w:val="clear" w:color="auto" w:fill="FFFFFF"/>
        <w:spacing w:line="322" w:lineRule="exact"/>
        <w:rPr>
          <w:spacing w:val="-1"/>
        </w:rPr>
      </w:pPr>
      <w:r>
        <w:rPr>
          <w:spacing w:val="-1"/>
        </w:rPr>
        <w:t xml:space="preserve">                                                                                                                     </w:t>
      </w:r>
      <w:r w:rsidRPr="00363AEA">
        <w:rPr>
          <w:spacing w:val="-1"/>
        </w:rPr>
        <w:t>к поста</w:t>
      </w:r>
      <w:r>
        <w:rPr>
          <w:spacing w:val="-1"/>
        </w:rPr>
        <w:t xml:space="preserve">новлению Главы муниципального образования  </w:t>
      </w:r>
    </w:p>
    <w:p w:rsidR="009C7EFA" w:rsidRPr="009A079B" w:rsidRDefault="009C7EFA" w:rsidP="009A079B">
      <w:pPr>
        <w:shd w:val="clear" w:color="auto" w:fill="FFFFFF"/>
        <w:spacing w:line="322" w:lineRule="exact"/>
        <w:rPr>
          <w:spacing w:val="-3"/>
        </w:rPr>
      </w:pPr>
      <w:r>
        <w:rPr>
          <w:spacing w:val="-1"/>
        </w:rPr>
        <w:t xml:space="preserve">                                                                                                                    «Татауровское</w:t>
      </w:r>
      <w:r w:rsidRPr="00363AEA">
        <w:rPr>
          <w:spacing w:val="-1"/>
        </w:rPr>
        <w:t>» сельское поселение</w:t>
      </w:r>
      <w:r w:rsidRPr="00363AEA">
        <w:rPr>
          <w:spacing w:val="-2"/>
        </w:rPr>
        <w:t xml:space="preserve"> </w:t>
      </w:r>
      <w:r w:rsidRPr="00363AEA">
        <w:rPr>
          <w:spacing w:val="-12"/>
        </w:rPr>
        <w:t xml:space="preserve">от </w:t>
      </w:r>
      <w:r>
        <w:rPr>
          <w:spacing w:val="-12"/>
        </w:rPr>
        <w:t xml:space="preserve"> 15</w:t>
      </w:r>
      <w:r w:rsidRPr="00363AEA">
        <w:rPr>
          <w:spacing w:val="-12"/>
        </w:rPr>
        <w:t>.02 .2012</w:t>
      </w:r>
      <w:r>
        <w:rPr>
          <w:spacing w:val="-12"/>
        </w:rPr>
        <w:t xml:space="preserve"> </w:t>
      </w:r>
      <w:r w:rsidRPr="00363AEA">
        <w:rPr>
          <w:spacing w:val="-12"/>
        </w:rPr>
        <w:t xml:space="preserve">№ </w:t>
      </w:r>
      <w:r>
        <w:rPr>
          <w:spacing w:val="-12"/>
        </w:rPr>
        <w:t>11</w:t>
      </w:r>
    </w:p>
    <w:p w:rsidR="009C7EFA" w:rsidRDefault="009C7EFA" w:rsidP="00064647">
      <w:pPr>
        <w:shd w:val="clear" w:color="auto" w:fill="FFFFFF"/>
        <w:spacing w:line="322" w:lineRule="exact"/>
        <w:ind w:left="10348"/>
        <w:rPr>
          <w:spacing w:val="-3"/>
        </w:rPr>
      </w:pPr>
      <w:r>
        <w:rPr>
          <w:b/>
          <w:bCs/>
        </w:rPr>
        <w:t xml:space="preserve">                                                                                              </w:t>
      </w:r>
    </w:p>
    <w:p w:rsidR="009C7EFA" w:rsidRPr="00363AEA" w:rsidRDefault="009C7EFA" w:rsidP="00064647">
      <w:pPr>
        <w:jc w:val="center"/>
        <w:rPr>
          <w:b/>
          <w:bCs/>
        </w:rPr>
      </w:pPr>
    </w:p>
    <w:p w:rsidR="009C7EFA" w:rsidRPr="00363AEA" w:rsidRDefault="009C7EFA" w:rsidP="00064647">
      <w:pPr>
        <w:jc w:val="center"/>
        <w:rPr>
          <w:b/>
          <w:bCs/>
        </w:rPr>
      </w:pPr>
      <w:r w:rsidRPr="00363AEA">
        <w:rPr>
          <w:rFonts w:ascii="Times New Roman CYR" w:hAnsi="Times New Roman CYR" w:cs="Times New Roman CYR"/>
          <w:b/>
          <w:bCs/>
        </w:rPr>
        <w:t>Муниципальные услуги с элементами межведомственного взаимодействия</w:t>
      </w:r>
    </w:p>
    <w:p w:rsidR="009C7EFA" w:rsidRDefault="009C7EFA" w:rsidP="00064647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0"/>
        <w:gridCol w:w="7988"/>
        <w:gridCol w:w="5868"/>
      </w:tblGrid>
      <w:tr w:rsidR="009C7EFA">
        <w:tc>
          <w:tcPr>
            <w:tcW w:w="930" w:type="dxa"/>
            <w:vAlign w:val="center"/>
          </w:tcPr>
          <w:p w:rsidR="009C7EFA" w:rsidRPr="0032014C" w:rsidRDefault="009C7EFA" w:rsidP="0032014C">
            <w:pPr>
              <w:snapToGrid w:val="0"/>
              <w:jc w:val="both"/>
            </w:pPr>
            <w:r w:rsidRPr="0032014C">
              <w:t>№</w:t>
            </w:r>
          </w:p>
        </w:tc>
        <w:tc>
          <w:tcPr>
            <w:tcW w:w="7988" w:type="dxa"/>
            <w:vAlign w:val="center"/>
          </w:tcPr>
          <w:p w:rsidR="009C7EFA" w:rsidRPr="0032014C" w:rsidRDefault="009C7EFA" w:rsidP="0032014C">
            <w:pPr>
              <w:jc w:val="center"/>
            </w:pPr>
            <w:r w:rsidRPr="0032014C">
              <w:t>Наименование муниципальной услуги</w:t>
            </w:r>
          </w:p>
        </w:tc>
        <w:tc>
          <w:tcPr>
            <w:tcW w:w="5868" w:type="dxa"/>
          </w:tcPr>
          <w:p w:rsidR="009C7EFA" w:rsidRPr="0032014C" w:rsidRDefault="009C7EFA" w:rsidP="0032014C">
            <w:pPr>
              <w:jc w:val="both"/>
            </w:pPr>
            <w:r w:rsidRPr="0032014C">
              <w:t>Орган местного самоуправления, организации, предоставляющие услугу</w:t>
            </w:r>
          </w:p>
        </w:tc>
      </w:tr>
      <w:tr w:rsidR="009C7EFA">
        <w:tc>
          <w:tcPr>
            <w:tcW w:w="930" w:type="dxa"/>
            <w:vAlign w:val="center"/>
          </w:tcPr>
          <w:p w:rsidR="009C7EFA" w:rsidRPr="0032014C" w:rsidRDefault="009C7EFA" w:rsidP="0032014C">
            <w:pPr>
              <w:snapToGrid w:val="0"/>
              <w:jc w:val="both"/>
            </w:pPr>
            <w:r w:rsidRPr="0032014C">
              <w:t>1</w:t>
            </w:r>
          </w:p>
        </w:tc>
        <w:tc>
          <w:tcPr>
            <w:tcW w:w="7988" w:type="dxa"/>
            <w:vAlign w:val="center"/>
          </w:tcPr>
          <w:p w:rsidR="009C7EFA" w:rsidRPr="0032014C" w:rsidRDefault="009C7EFA" w:rsidP="0032014C">
            <w:pPr>
              <w:jc w:val="both"/>
            </w:pPr>
            <w:r w:rsidRPr="00363AEA">
              <w:rPr>
                <w:color w:val="000000"/>
              </w:rPr>
              <w:t xml:space="preserve">Присвоение </w:t>
            </w:r>
            <w:r>
              <w:rPr>
                <w:color w:val="000000"/>
              </w:rPr>
              <w:t>(уточнение)адресов объектам недвижимого имущества</w:t>
            </w:r>
          </w:p>
        </w:tc>
        <w:tc>
          <w:tcPr>
            <w:tcW w:w="5868" w:type="dxa"/>
          </w:tcPr>
          <w:p w:rsidR="009C7EFA" w:rsidRPr="0032014C" w:rsidRDefault="009C7EFA" w:rsidP="0032014C">
            <w:pPr>
              <w:jc w:val="both"/>
            </w:pPr>
            <w:r>
              <w:t>Администрация МО «Татауровское</w:t>
            </w:r>
            <w:r w:rsidRPr="0032014C">
              <w:t>» сельское поселение</w:t>
            </w:r>
          </w:p>
        </w:tc>
      </w:tr>
      <w:tr w:rsidR="009C7EFA">
        <w:tc>
          <w:tcPr>
            <w:tcW w:w="930" w:type="dxa"/>
            <w:vAlign w:val="center"/>
          </w:tcPr>
          <w:p w:rsidR="009C7EFA" w:rsidRPr="0032014C" w:rsidRDefault="009C7EFA" w:rsidP="0032014C">
            <w:pPr>
              <w:snapToGrid w:val="0"/>
              <w:jc w:val="both"/>
            </w:pPr>
            <w:r w:rsidRPr="0032014C">
              <w:t>2</w:t>
            </w:r>
          </w:p>
        </w:tc>
        <w:tc>
          <w:tcPr>
            <w:tcW w:w="7988" w:type="dxa"/>
            <w:vAlign w:val="center"/>
          </w:tcPr>
          <w:p w:rsidR="009C7EFA" w:rsidRPr="0032014C" w:rsidRDefault="009C7EFA" w:rsidP="0032014C">
            <w:pPr>
              <w:snapToGrid w:val="0"/>
              <w:jc w:val="both"/>
              <w:rPr>
                <w:color w:val="000000"/>
              </w:rPr>
            </w:pPr>
            <w:r w:rsidRPr="0032014C">
              <w:rPr>
                <w:color w:val="000000"/>
              </w:rPr>
              <w:t xml:space="preserve">Определение потребности граждан в древесине для собственных нужд </w:t>
            </w:r>
          </w:p>
        </w:tc>
        <w:tc>
          <w:tcPr>
            <w:tcW w:w="5868" w:type="dxa"/>
          </w:tcPr>
          <w:p w:rsidR="009C7EFA" w:rsidRDefault="009C7EFA" w:rsidP="0032014C">
            <w:pPr>
              <w:jc w:val="both"/>
            </w:pPr>
            <w:r w:rsidRPr="0032014C">
              <w:t xml:space="preserve">Администрация МО </w:t>
            </w:r>
            <w:r>
              <w:t>«Татауровское»</w:t>
            </w:r>
          </w:p>
          <w:p w:rsidR="009C7EFA" w:rsidRPr="0032014C" w:rsidRDefault="009C7EFA" w:rsidP="0032014C">
            <w:pPr>
              <w:jc w:val="both"/>
              <w:rPr>
                <w:b/>
                <w:bCs/>
              </w:rPr>
            </w:pPr>
            <w:r w:rsidRPr="0032014C">
              <w:t>сельское поселение</w:t>
            </w:r>
          </w:p>
        </w:tc>
      </w:tr>
      <w:tr w:rsidR="009C7EFA">
        <w:tc>
          <w:tcPr>
            <w:tcW w:w="930" w:type="dxa"/>
            <w:vAlign w:val="center"/>
          </w:tcPr>
          <w:p w:rsidR="009C7EFA" w:rsidRPr="0032014C" w:rsidRDefault="009C7EFA" w:rsidP="0032014C">
            <w:pPr>
              <w:snapToGrid w:val="0"/>
              <w:jc w:val="both"/>
            </w:pPr>
            <w:r w:rsidRPr="0032014C">
              <w:t>3</w:t>
            </w:r>
          </w:p>
        </w:tc>
        <w:tc>
          <w:tcPr>
            <w:tcW w:w="7988" w:type="dxa"/>
            <w:vAlign w:val="center"/>
          </w:tcPr>
          <w:p w:rsidR="009C7EFA" w:rsidRPr="0032014C" w:rsidRDefault="009C7EFA" w:rsidP="0032014C">
            <w:pPr>
              <w:autoSpaceDE w:val="0"/>
              <w:snapToGrid w:val="0"/>
              <w:jc w:val="both"/>
            </w:pPr>
            <w:r w:rsidRPr="0032014C">
              <w:t>Признание в установленном порядке жилых помещений муниципального жилищного фонда не пригодных для проживания</w:t>
            </w:r>
          </w:p>
        </w:tc>
        <w:tc>
          <w:tcPr>
            <w:tcW w:w="5868" w:type="dxa"/>
          </w:tcPr>
          <w:p w:rsidR="009C7EFA" w:rsidRPr="0032014C" w:rsidRDefault="009C7EFA" w:rsidP="0032014C">
            <w:pPr>
              <w:jc w:val="both"/>
              <w:rPr>
                <w:b/>
                <w:bCs/>
              </w:rPr>
            </w:pPr>
            <w:r>
              <w:t>Администрация МО «Татауровское</w:t>
            </w:r>
            <w:r w:rsidRPr="0032014C">
              <w:t>» сельское поселение</w:t>
            </w:r>
          </w:p>
        </w:tc>
      </w:tr>
      <w:tr w:rsidR="009C7EFA">
        <w:tc>
          <w:tcPr>
            <w:tcW w:w="930" w:type="dxa"/>
          </w:tcPr>
          <w:p w:rsidR="009C7EFA" w:rsidRPr="0032014C" w:rsidRDefault="009C7EFA" w:rsidP="0032014C">
            <w:pPr>
              <w:jc w:val="both"/>
            </w:pPr>
            <w:r w:rsidRPr="0032014C">
              <w:t>4</w:t>
            </w:r>
          </w:p>
        </w:tc>
        <w:tc>
          <w:tcPr>
            <w:tcW w:w="7988" w:type="dxa"/>
          </w:tcPr>
          <w:p w:rsidR="009C7EFA" w:rsidRPr="0032014C" w:rsidRDefault="009C7EFA" w:rsidP="0032014C">
            <w:pPr>
              <w:jc w:val="both"/>
            </w:pPr>
            <w:r w:rsidRPr="0032014C">
              <w:t>Перевод земель или земельных участков в части разрешенного использования</w:t>
            </w:r>
          </w:p>
        </w:tc>
        <w:tc>
          <w:tcPr>
            <w:tcW w:w="5868" w:type="dxa"/>
          </w:tcPr>
          <w:p w:rsidR="009C7EFA" w:rsidRPr="0032014C" w:rsidRDefault="009C7EFA" w:rsidP="0032014C">
            <w:pPr>
              <w:jc w:val="both"/>
              <w:rPr>
                <w:b/>
                <w:bCs/>
              </w:rPr>
            </w:pPr>
            <w:r>
              <w:t>Администрация МО «Татауровское</w:t>
            </w:r>
            <w:r w:rsidRPr="0032014C">
              <w:t>» сельское поселение</w:t>
            </w:r>
          </w:p>
        </w:tc>
      </w:tr>
      <w:tr w:rsidR="009C7EFA">
        <w:tc>
          <w:tcPr>
            <w:tcW w:w="930" w:type="dxa"/>
          </w:tcPr>
          <w:p w:rsidR="009C7EFA" w:rsidRPr="0032014C" w:rsidRDefault="009C7EFA" w:rsidP="0032014C">
            <w:pPr>
              <w:jc w:val="both"/>
            </w:pPr>
            <w:r w:rsidRPr="0032014C">
              <w:t>5</w:t>
            </w:r>
          </w:p>
        </w:tc>
        <w:tc>
          <w:tcPr>
            <w:tcW w:w="7988" w:type="dxa"/>
          </w:tcPr>
          <w:p w:rsidR="009C7EFA" w:rsidRPr="0032014C" w:rsidRDefault="009C7EFA" w:rsidP="0032014C">
            <w:pPr>
              <w:jc w:val="both"/>
            </w:pPr>
            <w:r w:rsidRPr="0032014C">
              <w:t xml:space="preserve">Предоставление малоимущим гражданам, проживающим в поселении и нуждающимся в улучшении жилищных условий, жилых помещений </w:t>
            </w:r>
          </w:p>
        </w:tc>
        <w:tc>
          <w:tcPr>
            <w:tcW w:w="5868" w:type="dxa"/>
          </w:tcPr>
          <w:p w:rsidR="009C7EFA" w:rsidRPr="0032014C" w:rsidRDefault="009C7EFA" w:rsidP="0032014C">
            <w:pPr>
              <w:jc w:val="both"/>
            </w:pPr>
            <w:r>
              <w:t>Администрация МО «Татауровское</w:t>
            </w:r>
            <w:r w:rsidRPr="0032014C">
              <w:t>» сельское поселение</w:t>
            </w:r>
          </w:p>
        </w:tc>
      </w:tr>
      <w:tr w:rsidR="009C7EFA">
        <w:tc>
          <w:tcPr>
            <w:tcW w:w="930" w:type="dxa"/>
          </w:tcPr>
          <w:p w:rsidR="009C7EFA" w:rsidRPr="0032014C" w:rsidRDefault="009C7EFA" w:rsidP="0032014C">
            <w:pPr>
              <w:jc w:val="both"/>
            </w:pPr>
            <w:r w:rsidRPr="0032014C">
              <w:t>6</w:t>
            </w:r>
          </w:p>
        </w:tc>
        <w:tc>
          <w:tcPr>
            <w:tcW w:w="7988" w:type="dxa"/>
          </w:tcPr>
          <w:p w:rsidR="009C7EFA" w:rsidRPr="0032014C" w:rsidRDefault="009C7EFA" w:rsidP="0032014C">
            <w:pPr>
              <w:jc w:val="both"/>
            </w:pPr>
            <w:r w:rsidRPr="0032014C">
              <w:t xml:space="preserve">Согласование, присвоение наименований, переименования улиц, площадей, других </w:t>
            </w:r>
          </w:p>
          <w:p w:rsidR="009C7EFA" w:rsidRPr="0032014C" w:rsidRDefault="009C7EFA" w:rsidP="0032014C">
            <w:pPr>
              <w:jc w:val="both"/>
            </w:pPr>
            <w:r w:rsidRPr="0032014C">
              <w:t>составных частей, а также установка мемориальных досок</w:t>
            </w:r>
          </w:p>
        </w:tc>
        <w:tc>
          <w:tcPr>
            <w:tcW w:w="5868" w:type="dxa"/>
          </w:tcPr>
          <w:p w:rsidR="009C7EFA" w:rsidRPr="0032014C" w:rsidRDefault="009C7EFA" w:rsidP="0032014C">
            <w:pPr>
              <w:jc w:val="both"/>
            </w:pPr>
            <w:r>
              <w:t>Администрация МО «Татауровское</w:t>
            </w:r>
            <w:r w:rsidRPr="0032014C">
              <w:t>» сельское поселение</w:t>
            </w:r>
          </w:p>
        </w:tc>
      </w:tr>
      <w:tr w:rsidR="009C7EFA">
        <w:tc>
          <w:tcPr>
            <w:tcW w:w="930" w:type="dxa"/>
          </w:tcPr>
          <w:p w:rsidR="009C7EFA" w:rsidRPr="0032014C" w:rsidRDefault="009C7EFA" w:rsidP="0032014C">
            <w:pPr>
              <w:jc w:val="both"/>
            </w:pPr>
            <w:r w:rsidRPr="0032014C">
              <w:t>7</w:t>
            </w:r>
          </w:p>
        </w:tc>
        <w:tc>
          <w:tcPr>
            <w:tcW w:w="7988" w:type="dxa"/>
          </w:tcPr>
          <w:p w:rsidR="009C7EFA" w:rsidRPr="0032014C" w:rsidRDefault="009C7EFA" w:rsidP="0032014C">
            <w:pPr>
              <w:jc w:val="both"/>
            </w:pPr>
            <w:r w:rsidRPr="0032014C">
              <w:t>Выдача разрешения на вырубку деревьев, кустарников, уничтожение (перекопку) газонов, цветников</w:t>
            </w:r>
          </w:p>
        </w:tc>
        <w:tc>
          <w:tcPr>
            <w:tcW w:w="5868" w:type="dxa"/>
          </w:tcPr>
          <w:p w:rsidR="009C7EFA" w:rsidRPr="0032014C" w:rsidRDefault="009C7EFA" w:rsidP="0032014C">
            <w:pPr>
              <w:jc w:val="both"/>
            </w:pPr>
            <w:r>
              <w:t>Администрация МО «Татауровское</w:t>
            </w:r>
            <w:r w:rsidRPr="0032014C">
              <w:t>» сельское поселение</w:t>
            </w:r>
          </w:p>
        </w:tc>
      </w:tr>
      <w:tr w:rsidR="009C7EFA">
        <w:tc>
          <w:tcPr>
            <w:tcW w:w="930" w:type="dxa"/>
          </w:tcPr>
          <w:p w:rsidR="009C7EFA" w:rsidRPr="0032014C" w:rsidRDefault="009C7EFA" w:rsidP="0032014C">
            <w:pPr>
              <w:jc w:val="both"/>
            </w:pPr>
            <w:r>
              <w:t>8</w:t>
            </w:r>
          </w:p>
        </w:tc>
        <w:tc>
          <w:tcPr>
            <w:tcW w:w="7988" w:type="dxa"/>
          </w:tcPr>
          <w:p w:rsidR="009C7EFA" w:rsidRPr="0032014C" w:rsidRDefault="009C7EFA" w:rsidP="0032014C">
            <w:pPr>
              <w:jc w:val="both"/>
            </w:pPr>
            <w:r w:rsidRPr="0032014C">
              <w:t>Предоставление муниципального имущества в аренду</w:t>
            </w:r>
          </w:p>
        </w:tc>
        <w:tc>
          <w:tcPr>
            <w:tcW w:w="5868" w:type="dxa"/>
          </w:tcPr>
          <w:p w:rsidR="009C7EFA" w:rsidRPr="0032014C" w:rsidRDefault="009C7EFA" w:rsidP="0032014C">
            <w:pPr>
              <w:jc w:val="both"/>
            </w:pPr>
            <w:r>
              <w:t>Администрация МО «Татауровское</w:t>
            </w:r>
            <w:r w:rsidRPr="0032014C">
              <w:t>» сельское поселение</w:t>
            </w:r>
          </w:p>
        </w:tc>
      </w:tr>
    </w:tbl>
    <w:p w:rsidR="009C7EFA" w:rsidRDefault="009C7EFA"/>
    <w:sectPr w:rsidR="009C7EFA" w:rsidSect="0083731D">
      <w:pgSz w:w="16838" w:h="11906" w:orient="landscape"/>
      <w:pgMar w:top="851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364BC"/>
    <w:multiLevelType w:val="hybridMultilevel"/>
    <w:tmpl w:val="C7082642"/>
    <w:lvl w:ilvl="0" w:tplc="3C4466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1B8"/>
    <w:rsid w:val="00027CDB"/>
    <w:rsid w:val="000333A1"/>
    <w:rsid w:val="00061DD1"/>
    <w:rsid w:val="00064647"/>
    <w:rsid w:val="00081E63"/>
    <w:rsid w:val="000B63FA"/>
    <w:rsid w:val="000C33DF"/>
    <w:rsid w:val="000D19E6"/>
    <w:rsid w:val="000D51B8"/>
    <w:rsid w:val="00136054"/>
    <w:rsid w:val="0016561B"/>
    <w:rsid w:val="00175908"/>
    <w:rsid w:val="001B1E7D"/>
    <w:rsid w:val="001D21A2"/>
    <w:rsid w:val="001D77D1"/>
    <w:rsid w:val="002F7B18"/>
    <w:rsid w:val="0031612B"/>
    <w:rsid w:val="0032014C"/>
    <w:rsid w:val="00331CE1"/>
    <w:rsid w:val="003508AA"/>
    <w:rsid w:val="00356152"/>
    <w:rsid w:val="00363AEA"/>
    <w:rsid w:val="003838E1"/>
    <w:rsid w:val="003B5332"/>
    <w:rsid w:val="00405788"/>
    <w:rsid w:val="004102EF"/>
    <w:rsid w:val="00413A5A"/>
    <w:rsid w:val="00497650"/>
    <w:rsid w:val="004A513E"/>
    <w:rsid w:val="004C2813"/>
    <w:rsid w:val="00543F6A"/>
    <w:rsid w:val="00580E79"/>
    <w:rsid w:val="00650E93"/>
    <w:rsid w:val="00671F7D"/>
    <w:rsid w:val="00686A70"/>
    <w:rsid w:val="00690765"/>
    <w:rsid w:val="007F1593"/>
    <w:rsid w:val="00820FB4"/>
    <w:rsid w:val="0083731D"/>
    <w:rsid w:val="008719B6"/>
    <w:rsid w:val="00906A46"/>
    <w:rsid w:val="009A079B"/>
    <w:rsid w:val="009A664F"/>
    <w:rsid w:val="009C7EFA"/>
    <w:rsid w:val="00A30516"/>
    <w:rsid w:val="00AA4308"/>
    <w:rsid w:val="00AF08D4"/>
    <w:rsid w:val="00B2374E"/>
    <w:rsid w:val="00B542E4"/>
    <w:rsid w:val="00BB7E08"/>
    <w:rsid w:val="00BD0F4E"/>
    <w:rsid w:val="00BF759E"/>
    <w:rsid w:val="00CF69E9"/>
    <w:rsid w:val="00DB08C9"/>
    <w:rsid w:val="00E13ED9"/>
    <w:rsid w:val="00E278F8"/>
    <w:rsid w:val="00E710F6"/>
    <w:rsid w:val="00EC0ACF"/>
    <w:rsid w:val="00ED3122"/>
    <w:rsid w:val="00F67343"/>
    <w:rsid w:val="00F769A1"/>
    <w:rsid w:val="00FD0D06"/>
    <w:rsid w:val="00FE2C19"/>
    <w:rsid w:val="00FF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79B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D51B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0D51B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"/>
    <w:basedOn w:val="Normal"/>
    <w:uiPriority w:val="99"/>
    <w:rsid w:val="000D51B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0">
    <w:name w:val="Обычный1"/>
    <w:uiPriority w:val="99"/>
    <w:rsid w:val="000D51B8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</w:rPr>
  </w:style>
  <w:style w:type="paragraph" w:customStyle="1" w:styleId="2">
    <w:name w:val="Обычный2"/>
    <w:uiPriority w:val="99"/>
    <w:rsid w:val="00064647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F15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15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7</Pages>
  <Words>1413</Words>
  <Characters>8055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Бузина</dc:creator>
  <cp:keywords/>
  <dc:description/>
  <cp:lastModifiedBy>***$USER$***</cp:lastModifiedBy>
  <cp:revision>28</cp:revision>
  <cp:lastPrinted>2012-04-02T04:39:00Z</cp:lastPrinted>
  <dcterms:created xsi:type="dcterms:W3CDTF">2012-02-14T02:16:00Z</dcterms:created>
  <dcterms:modified xsi:type="dcterms:W3CDTF">2012-04-02T04:41:00Z</dcterms:modified>
</cp:coreProperties>
</file>